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E15A0E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29-G005-22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1BB7C38E" w:rsidR="00B0293A" w:rsidRPr="00532E97" w:rsidRDefault="00FD69B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B74797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6C44A8DB" w:rsidR="00B0293A" w:rsidRPr="00CB6DDC" w:rsidRDefault="00FD69B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8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4CABDA4D" w:rsidR="00B0293A" w:rsidRPr="00251A4B" w:rsidRDefault="00FD69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/21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90B3E2A" w:rsidR="00B0293A" w:rsidRPr="00CB6DDC" w:rsidRDefault="00FD69B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8C2D29">
              <w:rPr>
                <w:rFonts w:ascii="Calibri" w:hAnsi="Calibri"/>
                <w:szCs w:val="20"/>
              </w:rPr>
              <w:t>9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4A41023E" w:rsidR="00B0293A" w:rsidRPr="00532E97" w:rsidRDefault="00FD69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36318E42" w:rsidR="00B0293A" w:rsidRPr="00532E97" w:rsidRDefault="008C2D2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63A373FB" w:rsidR="00B0293A" w:rsidRPr="00532E97" w:rsidRDefault="00296F7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C2D2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6AA31E0D" w:rsidR="00B0293A" w:rsidRPr="00532E97" w:rsidRDefault="00296F7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74797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</w:t>
            </w:r>
            <w:r w:rsidR="00B7479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/2</w:t>
            </w:r>
            <w:r w:rsidR="00B74797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4E0AC8E4" w:rsidR="00B0293A" w:rsidRPr="00532E97" w:rsidRDefault="00880EF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4th</w:t>
            </w:r>
            <w:r w:rsidR="00296F76">
              <w:rPr>
                <w:rFonts w:ascii="Calibri" w:hAnsi="Calibri"/>
                <w:szCs w:val="20"/>
              </w:rPr>
              <w:t xml:space="preserve"> Quarter </w:t>
            </w:r>
            <w:r>
              <w:rPr>
                <w:rFonts w:ascii="Calibri" w:hAnsi="Calibri"/>
                <w:szCs w:val="20"/>
              </w:rPr>
              <w:t>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D50F" w14:textId="77777777" w:rsidR="00262253" w:rsidRDefault="00262253">
      <w:r>
        <w:separator/>
      </w:r>
    </w:p>
  </w:endnote>
  <w:endnote w:type="continuationSeparator" w:id="0">
    <w:p w14:paraId="5C290E02" w14:textId="77777777" w:rsidR="00262253" w:rsidRDefault="00262253">
      <w:r>
        <w:continuationSeparator/>
      </w:r>
    </w:p>
  </w:endnote>
  <w:endnote w:type="continuationNotice" w:id="1">
    <w:p w14:paraId="0363D2B8" w14:textId="77777777" w:rsidR="00262253" w:rsidRDefault="002622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793EB1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C2D29">
      <w:rPr>
        <w:noProof/>
      </w:rPr>
      <w:t>2022-08-08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5899" w14:textId="77777777" w:rsidR="00262253" w:rsidRDefault="00262253">
      <w:r>
        <w:separator/>
      </w:r>
    </w:p>
  </w:footnote>
  <w:footnote w:type="continuationSeparator" w:id="0">
    <w:p w14:paraId="7CB7C575" w14:textId="77777777" w:rsidR="00262253" w:rsidRDefault="00262253">
      <w:r>
        <w:continuationSeparator/>
      </w:r>
    </w:p>
  </w:footnote>
  <w:footnote w:type="continuationNotice" w:id="1">
    <w:p w14:paraId="101EB29B" w14:textId="77777777" w:rsidR="00262253" w:rsidRDefault="002622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90244">
    <w:abstractNumId w:val="1"/>
  </w:num>
  <w:num w:numId="2" w16cid:durableId="1101531028">
    <w:abstractNumId w:val="10"/>
  </w:num>
  <w:num w:numId="3" w16cid:durableId="406389052">
    <w:abstractNumId w:val="11"/>
  </w:num>
  <w:num w:numId="4" w16cid:durableId="1524055762">
    <w:abstractNumId w:val="4"/>
  </w:num>
  <w:num w:numId="5" w16cid:durableId="1636373034">
    <w:abstractNumId w:val="3"/>
  </w:num>
  <w:num w:numId="6" w16cid:durableId="342250398">
    <w:abstractNumId w:val="7"/>
  </w:num>
  <w:num w:numId="7" w16cid:durableId="1567063073">
    <w:abstractNumId w:val="5"/>
  </w:num>
  <w:num w:numId="8" w16cid:durableId="2005475580">
    <w:abstractNumId w:val="9"/>
  </w:num>
  <w:num w:numId="9" w16cid:durableId="2038041566">
    <w:abstractNumId w:val="0"/>
  </w:num>
  <w:num w:numId="10" w16cid:durableId="1564675520">
    <w:abstractNumId w:val="8"/>
  </w:num>
  <w:num w:numId="11" w16cid:durableId="1826891542">
    <w:abstractNumId w:val="2"/>
  </w:num>
  <w:num w:numId="12" w16cid:durableId="67306795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2022-08-07T22:50:00Z</dcterms:created>
  <dcterms:modified xsi:type="dcterms:W3CDTF">2022-08-07T22:50:00Z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